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AC4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2115EF51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52AC7">
        <w:rPr>
          <w:rFonts w:ascii="Corbel" w:hAnsi="Corbel"/>
          <w:i/>
          <w:smallCaps/>
          <w:sz w:val="24"/>
          <w:szCs w:val="24"/>
        </w:rPr>
        <w:t>2019-2022</w:t>
      </w:r>
    </w:p>
    <w:p w14:paraId="47134BDD" w14:textId="4AF7E329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</w:t>
      </w:r>
      <w:r w:rsidR="00F52AC7">
        <w:rPr>
          <w:rFonts w:ascii="Corbel" w:hAnsi="Corbel"/>
          <w:sz w:val="20"/>
          <w:szCs w:val="20"/>
        </w:rPr>
        <w:t>1</w:t>
      </w:r>
      <w:r w:rsidR="00764BCA">
        <w:rPr>
          <w:rFonts w:ascii="Corbel" w:hAnsi="Corbel"/>
          <w:sz w:val="20"/>
          <w:szCs w:val="20"/>
        </w:rPr>
        <w:t>/</w:t>
      </w:r>
      <w:r w:rsidR="0039426D">
        <w:rPr>
          <w:rFonts w:ascii="Corbel" w:hAnsi="Corbel"/>
          <w:sz w:val="20"/>
          <w:szCs w:val="20"/>
        </w:rPr>
        <w:t>202</w:t>
      </w:r>
      <w:r w:rsidR="00F52AC7">
        <w:rPr>
          <w:rFonts w:ascii="Corbel" w:hAnsi="Corbel"/>
          <w:sz w:val="20"/>
          <w:szCs w:val="20"/>
        </w:rPr>
        <w:t>2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77777777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E/I/EP/C-1.5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1838B55B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5A5313" w14:textId="77777777" w:rsidR="009C54AE" w:rsidRPr="00764BCA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hAnsi="Corbel"/>
          <w:b w:val="0"/>
          <w:smallCaps w:val="0"/>
          <w:szCs w:val="24"/>
        </w:rPr>
        <w:t>zaliczenie na ocenę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, zna formuły handlowe </w:t>
            </w:r>
            <w:proofErr w:type="spellStart"/>
            <w:r w:rsidR="00246204"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z zakresu operacji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realizacji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5444"/>
        <w:gridCol w:w="2121"/>
      </w:tblGrid>
      <w:tr w:rsidR="0085747A" w:rsidRPr="009C54AE" w14:paraId="6C1661AF" w14:textId="77777777" w:rsidTr="19E2C1A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A563352" w14:textId="77777777" w:rsidTr="19E2C1A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0D14E65C" w:rsidR="00F353AC" w:rsidRPr="00764BCA" w:rsidRDefault="00764BCA" w:rsidP="19E2C1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</w:rPr>
            </w:pPr>
            <w:r w:rsidRPr="19E2C1AB">
              <w:rPr>
                <w:rFonts w:ascii="Corbel" w:hAnsi="Corbel"/>
                <w:b w:val="0"/>
                <w:smallCaps w:val="0"/>
              </w:rPr>
              <w:t>p</w:t>
            </w:r>
            <w:r w:rsidR="0039426D" w:rsidRPr="19E2C1AB">
              <w:rPr>
                <w:rFonts w:ascii="Corbel" w:hAnsi="Corbel"/>
                <w:b w:val="0"/>
                <w:smallCaps w:val="0"/>
              </w:rPr>
              <w:t>raca pisemna</w:t>
            </w:r>
            <w:r w:rsidR="0C9E8DCE" w:rsidRPr="19E2C1AB">
              <w:rPr>
                <w:rFonts w:ascii="Corbel" w:hAnsi="Corbel"/>
                <w:b w:val="0"/>
                <w:smallCaps w:val="0"/>
              </w:rPr>
              <w:t xml:space="preserve"> </w:t>
            </w:r>
            <w:r w:rsidR="6F70ADF7" w:rsidRPr="19E2C1AB">
              <w:rPr>
                <w:rFonts w:ascii="Corbel" w:hAnsi="Corbel"/>
                <w:b w:val="0"/>
                <w:smallCaps w:val="0"/>
              </w:rPr>
              <w:t xml:space="preserve">indywidualna/zespołowa </w:t>
            </w:r>
            <w:r w:rsidR="0C9E8DCE" w:rsidRPr="19E2C1AB">
              <w:rPr>
                <w:rFonts w:ascii="Corbel" w:hAnsi="Corbel"/>
                <w:b w:val="0"/>
                <w:smallCaps w:val="0"/>
              </w:rPr>
              <w:t xml:space="preserve">lub </w:t>
            </w:r>
            <w:r w:rsidR="00F353AC" w:rsidRPr="19E2C1AB">
              <w:rPr>
                <w:rFonts w:ascii="Corbel" w:hAnsi="Corbel"/>
                <w:b w:val="0"/>
                <w:smallCaps w:val="0"/>
              </w:rPr>
              <w:t>kolokwium</w:t>
            </w:r>
            <w:r w:rsidR="48F0A459" w:rsidRPr="19E2C1AB">
              <w:rPr>
                <w:rFonts w:ascii="Corbel" w:hAnsi="Corbel"/>
                <w:b w:val="0"/>
                <w:smallCaps w:val="0"/>
              </w:rPr>
              <w:t xml:space="preserve"> lub </w:t>
            </w:r>
            <w:r w:rsidR="00F353AC" w:rsidRPr="19E2C1AB">
              <w:rPr>
                <w:rFonts w:ascii="Corbel" w:hAnsi="Corbel"/>
                <w:b w:val="0"/>
                <w:smallCaps w:val="0"/>
              </w:rPr>
              <w:t>test</w:t>
            </w:r>
            <w:r w:rsidR="3A46E7B0" w:rsidRPr="19E2C1AB">
              <w:rPr>
                <w:rFonts w:ascii="Corbel" w:hAnsi="Corbel"/>
                <w:b w:val="0"/>
                <w:smallCaps w:val="0"/>
              </w:rPr>
              <w:t xml:space="preserve"> lub </w:t>
            </w:r>
            <w:r w:rsidR="0039426D" w:rsidRPr="19E2C1AB">
              <w:rPr>
                <w:rFonts w:ascii="Corbel" w:hAnsi="Corbel"/>
                <w:b w:val="0"/>
                <w:smallCaps w:val="0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19E2C1A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19E2C1A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19E2C1A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5415A603">
        <w:tc>
          <w:tcPr>
            <w:tcW w:w="9670" w:type="dxa"/>
          </w:tcPr>
          <w:p w14:paraId="04DFE657" w14:textId="77777777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5415A603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DAE873E" w14:textId="2CCEE322" w:rsidR="00D923B4" w:rsidRPr="00CA0568" w:rsidRDefault="365AAE1C" w:rsidP="5415A603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</w:rPr>
            </w:pPr>
            <w:r w:rsidRPr="5415A603">
              <w:rPr>
                <w:rFonts w:ascii="Corbel" w:hAnsi="Corbel"/>
                <w:b w:val="0"/>
              </w:rPr>
              <w:t>Ustaleni</w:t>
            </w:r>
            <w:r w:rsidR="6A27A4A4" w:rsidRPr="5415A603">
              <w:rPr>
                <w:rFonts w:ascii="Corbel" w:hAnsi="Corbel"/>
                <w:b w:val="0"/>
              </w:rPr>
              <w:t>e</w:t>
            </w:r>
            <w:r w:rsidRPr="5415A603">
              <w:rPr>
                <w:rFonts w:ascii="Corbel" w:hAnsi="Corbel"/>
                <w:b w:val="0"/>
              </w:rPr>
              <w:t xml:space="preserve"> oceny zaliczeniowej na podstawie ocen cząstkowych</w:t>
            </w:r>
            <w:r w:rsidR="65ACBCB4" w:rsidRPr="5415A603">
              <w:rPr>
                <w:rFonts w:ascii="Corbel" w:hAnsi="Corbel"/>
                <w:b w:val="0"/>
              </w:rPr>
              <w:t xml:space="preserve"> z prac pisemnych lub testu lub zadań oraz przygotowanych w zespołach ofert eksportowych i udziału w dyskusji</w:t>
            </w:r>
            <w:r w:rsidRPr="5415A603">
              <w:rPr>
                <w:rFonts w:ascii="Corbel" w:hAnsi="Corbel"/>
                <w:b w:val="0"/>
              </w:rPr>
              <w:t xml:space="preserve">. Ocena jest funkcją liczby zgromadzonych punktów: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023A8B0">
              <w:rPr>
                <w:rFonts w:ascii="Corbel" w:hAnsi="Corbel"/>
                <w:b w:val="0"/>
              </w:rPr>
              <w:t>dst</w:t>
            </w:r>
            <w:proofErr w:type="spellEnd"/>
            <w:r w:rsidRPr="6023A8B0">
              <w:rPr>
                <w:rFonts w:ascii="Corbel" w:hAnsi="Corbel"/>
                <w:b w:val="0"/>
              </w:rPr>
              <w:t xml:space="preserve">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dst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db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db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77777777" w:rsidR="00C61DC5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Puchalska K. Analysis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key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success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factors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companies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with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foreign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selected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markets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Journal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K.  Korporacje transnarodowe i ich znaczenie we współczesnej gospodarce światowej. Handel inwestycje w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semiglobalnym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otoczeniu, red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J.Rymarczyk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M.Domiter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C6B53" w14:textId="77777777" w:rsidR="00ED61CB" w:rsidRDefault="00ED61CB" w:rsidP="00C16ABF">
      <w:pPr>
        <w:spacing w:after="0" w:line="240" w:lineRule="auto"/>
      </w:pPr>
      <w:r>
        <w:separator/>
      </w:r>
    </w:p>
  </w:endnote>
  <w:endnote w:type="continuationSeparator" w:id="0">
    <w:p w14:paraId="61F53C5D" w14:textId="77777777" w:rsidR="00ED61CB" w:rsidRDefault="00ED61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19BE" w14:textId="77777777" w:rsidR="00ED61CB" w:rsidRDefault="00ED61CB" w:rsidP="00C16ABF">
      <w:pPr>
        <w:spacing w:after="0" w:line="240" w:lineRule="auto"/>
      </w:pPr>
      <w:r>
        <w:separator/>
      </w:r>
    </w:p>
  </w:footnote>
  <w:footnote w:type="continuationSeparator" w:id="0">
    <w:p w14:paraId="3113D471" w14:textId="77777777" w:rsidR="00ED61CB" w:rsidRDefault="00ED61CB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2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E07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96B"/>
    <w:rsid w:val="00D26B2C"/>
    <w:rsid w:val="00D352C9"/>
    <w:rsid w:val="00D425B2"/>
    <w:rsid w:val="00D428D6"/>
    <w:rsid w:val="00D4741B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D61CB"/>
    <w:rsid w:val="00EE32DE"/>
    <w:rsid w:val="00EE5457"/>
    <w:rsid w:val="00F070AB"/>
    <w:rsid w:val="00F17567"/>
    <w:rsid w:val="00F27A7B"/>
    <w:rsid w:val="00F353AC"/>
    <w:rsid w:val="00F473CB"/>
    <w:rsid w:val="00F474DF"/>
    <w:rsid w:val="00F51821"/>
    <w:rsid w:val="00F526AF"/>
    <w:rsid w:val="00F52AC7"/>
    <w:rsid w:val="00F617C3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1EE7B56"/>
    <w:rsid w:val="057B8B3F"/>
    <w:rsid w:val="0C9E8DCE"/>
    <w:rsid w:val="10163078"/>
    <w:rsid w:val="11C6EA58"/>
    <w:rsid w:val="154E9C64"/>
    <w:rsid w:val="19E2C1AB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65AAE1C"/>
    <w:rsid w:val="3A46E7B0"/>
    <w:rsid w:val="3C4B977A"/>
    <w:rsid w:val="3DF2080C"/>
    <w:rsid w:val="44641993"/>
    <w:rsid w:val="4632444B"/>
    <w:rsid w:val="48B8ED11"/>
    <w:rsid w:val="48F0A459"/>
    <w:rsid w:val="4B0F4B4B"/>
    <w:rsid w:val="4CB2F377"/>
    <w:rsid w:val="5167B64E"/>
    <w:rsid w:val="51C6DAC1"/>
    <w:rsid w:val="51DED003"/>
    <w:rsid w:val="52A2ABB7"/>
    <w:rsid w:val="5415A603"/>
    <w:rsid w:val="589B23D6"/>
    <w:rsid w:val="6023A8B0"/>
    <w:rsid w:val="65ACBCB4"/>
    <w:rsid w:val="679FDD7B"/>
    <w:rsid w:val="6A27A4A4"/>
    <w:rsid w:val="6EA7C229"/>
    <w:rsid w:val="6F70ADF7"/>
    <w:rsid w:val="71626BD1"/>
    <w:rsid w:val="770DF3D7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78700B-4629-45C5-A23F-41FB9507DA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9E5BE-0710-4F01-B0C2-8D4BC391D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1052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2020-12-16T09:48:00Z</dcterms:created>
  <dcterms:modified xsi:type="dcterms:W3CDTF">2020-12-16T09:48:00Z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